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23B" w:rsidRPr="00CE0243" w:rsidRDefault="0006423B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>Set 3</w:t>
      </w:r>
      <w:r w:rsidRPr="00C82E51">
        <w:rPr>
          <w:rFonts w:ascii="Segoe UI Light" w:hAnsi="Segoe UI Light" w:cs="Segoe UI Light"/>
          <w:sz w:val="36"/>
        </w:rPr>
        <w:t xml:space="preserve">: </w:t>
      </w:r>
      <w:bookmarkStart w:id="0" w:name="_GoBack"/>
      <w:r w:rsidRPr="00C82E51">
        <w:rPr>
          <w:rFonts w:ascii="Segoe UI Light" w:hAnsi="Segoe UI Light" w:cs="Segoe UI Light"/>
          <w:sz w:val="36"/>
        </w:rPr>
        <w:t>‘</w:t>
      </w:r>
      <w:r w:rsidRPr="00610DE4">
        <w:rPr>
          <w:rFonts w:ascii="Segoe UI Light" w:hAnsi="Segoe UI Light" w:cs="Segoe UI Light"/>
          <w:sz w:val="36"/>
        </w:rPr>
        <w:t>Words ending in ' ssion ' and ' sion '</w:t>
      </w:r>
      <w:bookmarkEnd w:id="0"/>
    </w:p>
    <w:tbl>
      <w:tblPr>
        <w:tblpPr w:leftFromText="180" w:rightFromText="180" w:vertAnchor="page" w:horzAnchor="margin" w:tblpXSpec="center" w:tblpY="19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4"/>
        <w:gridCol w:w="2703"/>
        <w:gridCol w:w="2311"/>
        <w:gridCol w:w="2311"/>
      </w:tblGrid>
      <w:tr w:rsidR="0006423B" w:rsidRPr="008B51D2" w:rsidTr="008B51D2">
        <w:tc>
          <w:tcPr>
            <w:tcW w:w="2694" w:type="dxa"/>
          </w:tcPr>
          <w:p w:rsidR="0006423B" w:rsidRPr="008B51D2" w:rsidRDefault="0006423B" w:rsidP="008B51D2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8B51D2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06423B" w:rsidRPr="008B51D2" w:rsidRDefault="0006423B" w:rsidP="008B51D2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8B51D2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8B51D2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8B51D2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06423B" w:rsidRPr="008B51D2" w:rsidRDefault="0006423B" w:rsidP="008B51D2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8B51D2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8B51D2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8B51D2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06423B" w:rsidRPr="008B51D2" w:rsidRDefault="0006423B" w:rsidP="008B51D2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8B51D2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8B51D2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8B51D2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06423B" w:rsidRPr="008B51D2" w:rsidTr="008B51D2">
        <w:tc>
          <w:tcPr>
            <w:tcW w:w="2694" w:type="dxa"/>
          </w:tcPr>
          <w:p w:rsidR="0006423B" w:rsidRPr="008B51D2" w:rsidRDefault="0006423B" w:rsidP="008B51D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8B51D2">
              <w:rPr>
                <w:rFonts w:ascii="Segoe UI Light" w:hAnsi="Segoe UI Light" w:cs="Segoe UI Light"/>
                <w:sz w:val="36"/>
                <w:szCs w:val="36"/>
              </w:rPr>
              <w:t>discussion</w:t>
            </w:r>
          </w:p>
        </w:tc>
        <w:tc>
          <w:tcPr>
            <w:tcW w:w="2703" w:type="dxa"/>
          </w:tcPr>
          <w:p w:rsidR="0006423B" w:rsidRPr="008B51D2" w:rsidRDefault="0006423B" w:rsidP="008B51D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6423B" w:rsidRPr="008B51D2" w:rsidRDefault="0006423B" w:rsidP="008B51D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6423B" w:rsidRPr="008B51D2" w:rsidRDefault="0006423B" w:rsidP="008B51D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6423B" w:rsidRPr="008B51D2" w:rsidTr="008B51D2">
        <w:tc>
          <w:tcPr>
            <w:tcW w:w="2694" w:type="dxa"/>
          </w:tcPr>
          <w:p w:rsidR="0006423B" w:rsidRPr="008B51D2" w:rsidRDefault="0006423B" w:rsidP="008B51D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8B51D2">
              <w:rPr>
                <w:rFonts w:ascii="Segoe UI Light" w:hAnsi="Segoe UI Light" w:cs="Segoe UI Light"/>
                <w:sz w:val="36"/>
                <w:szCs w:val="36"/>
              </w:rPr>
              <w:t>impression</w:t>
            </w:r>
          </w:p>
        </w:tc>
        <w:tc>
          <w:tcPr>
            <w:tcW w:w="2703" w:type="dxa"/>
          </w:tcPr>
          <w:p w:rsidR="0006423B" w:rsidRPr="008B51D2" w:rsidRDefault="0006423B" w:rsidP="008B51D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6423B" w:rsidRPr="008B51D2" w:rsidRDefault="0006423B" w:rsidP="008B51D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6423B" w:rsidRPr="008B51D2" w:rsidRDefault="0006423B" w:rsidP="008B51D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6423B" w:rsidRPr="008B51D2" w:rsidTr="008B51D2">
        <w:tc>
          <w:tcPr>
            <w:tcW w:w="2694" w:type="dxa"/>
          </w:tcPr>
          <w:p w:rsidR="0006423B" w:rsidRPr="008B51D2" w:rsidRDefault="0006423B" w:rsidP="008B51D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8B51D2">
              <w:rPr>
                <w:rFonts w:ascii="Segoe UI Light" w:hAnsi="Segoe UI Light" w:cs="Segoe UI Light"/>
                <w:sz w:val="36"/>
                <w:szCs w:val="36"/>
              </w:rPr>
              <w:t>possession</w:t>
            </w:r>
          </w:p>
        </w:tc>
        <w:tc>
          <w:tcPr>
            <w:tcW w:w="2703" w:type="dxa"/>
          </w:tcPr>
          <w:p w:rsidR="0006423B" w:rsidRPr="008B51D2" w:rsidRDefault="0006423B" w:rsidP="008B51D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6423B" w:rsidRPr="008B51D2" w:rsidRDefault="0006423B" w:rsidP="008B51D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6423B" w:rsidRPr="008B51D2" w:rsidRDefault="0006423B" w:rsidP="008B51D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6423B" w:rsidRPr="008B51D2" w:rsidTr="008B51D2">
        <w:tc>
          <w:tcPr>
            <w:tcW w:w="2694" w:type="dxa"/>
          </w:tcPr>
          <w:p w:rsidR="0006423B" w:rsidRPr="008B51D2" w:rsidRDefault="0006423B" w:rsidP="008B51D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8B51D2">
              <w:rPr>
                <w:rFonts w:ascii="Segoe UI Light" w:hAnsi="Segoe UI Light" w:cs="Segoe UI Light"/>
                <w:sz w:val="36"/>
                <w:szCs w:val="36"/>
              </w:rPr>
              <w:t>permission</w:t>
            </w:r>
          </w:p>
        </w:tc>
        <w:tc>
          <w:tcPr>
            <w:tcW w:w="2703" w:type="dxa"/>
          </w:tcPr>
          <w:p w:rsidR="0006423B" w:rsidRPr="008B51D2" w:rsidRDefault="0006423B" w:rsidP="008B51D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6423B" w:rsidRPr="008B51D2" w:rsidRDefault="0006423B" w:rsidP="008B51D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6423B" w:rsidRPr="008B51D2" w:rsidRDefault="0006423B" w:rsidP="008B51D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6423B" w:rsidRPr="008B51D2" w:rsidTr="008B51D2">
        <w:tc>
          <w:tcPr>
            <w:tcW w:w="2694" w:type="dxa"/>
          </w:tcPr>
          <w:p w:rsidR="0006423B" w:rsidRPr="008B51D2" w:rsidRDefault="0006423B" w:rsidP="008B51D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8B51D2">
              <w:rPr>
                <w:rFonts w:ascii="Segoe UI Light" w:hAnsi="Segoe UI Light" w:cs="Segoe UI Light"/>
                <w:sz w:val="36"/>
                <w:szCs w:val="36"/>
              </w:rPr>
              <w:t>omission</w:t>
            </w:r>
          </w:p>
        </w:tc>
        <w:tc>
          <w:tcPr>
            <w:tcW w:w="2703" w:type="dxa"/>
          </w:tcPr>
          <w:p w:rsidR="0006423B" w:rsidRPr="008B51D2" w:rsidRDefault="0006423B" w:rsidP="008B51D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6423B" w:rsidRPr="008B51D2" w:rsidRDefault="0006423B" w:rsidP="008B51D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6423B" w:rsidRPr="008B51D2" w:rsidRDefault="0006423B" w:rsidP="008B51D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6423B" w:rsidRPr="008B51D2" w:rsidTr="008B51D2">
        <w:tc>
          <w:tcPr>
            <w:tcW w:w="2694" w:type="dxa"/>
          </w:tcPr>
          <w:p w:rsidR="0006423B" w:rsidRPr="008B51D2" w:rsidRDefault="0006423B" w:rsidP="008B51D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8B51D2">
              <w:rPr>
                <w:rFonts w:ascii="Segoe UI Light" w:hAnsi="Segoe UI Light" w:cs="Segoe UI Light"/>
                <w:sz w:val="36"/>
                <w:szCs w:val="36"/>
              </w:rPr>
              <w:t>mansion</w:t>
            </w:r>
          </w:p>
        </w:tc>
        <w:tc>
          <w:tcPr>
            <w:tcW w:w="2703" w:type="dxa"/>
          </w:tcPr>
          <w:p w:rsidR="0006423B" w:rsidRPr="008B51D2" w:rsidRDefault="0006423B" w:rsidP="008B51D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6423B" w:rsidRPr="008B51D2" w:rsidRDefault="0006423B" w:rsidP="008B51D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6423B" w:rsidRPr="008B51D2" w:rsidRDefault="0006423B" w:rsidP="008B51D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6423B" w:rsidRPr="008B51D2" w:rsidTr="008B51D2">
        <w:tc>
          <w:tcPr>
            <w:tcW w:w="2694" w:type="dxa"/>
          </w:tcPr>
          <w:p w:rsidR="0006423B" w:rsidRPr="008B51D2" w:rsidRDefault="0006423B" w:rsidP="008B51D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8B51D2">
              <w:rPr>
                <w:rFonts w:ascii="Segoe UI Light" w:hAnsi="Segoe UI Light" w:cs="Segoe UI Light"/>
                <w:sz w:val="36"/>
                <w:szCs w:val="36"/>
              </w:rPr>
              <w:t>tension</w:t>
            </w:r>
          </w:p>
        </w:tc>
        <w:tc>
          <w:tcPr>
            <w:tcW w:w="2703" w:type="dxa"/>
          </w:tcPr>
          <w:p w:rsidR="0006423B" w:rsidRPr="008B51D2" w:rsidRDefault="0006423B" w:rsidP="008B51D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6423B" w:rsidRPr="008B51D2" w:rsidRDefault="0006423B" w:rsidP="008B51D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6423B" w:rsidRPr="008B51D2" w:rsidRDefault="0006423B" w:rsidP="008B51D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6423B" w:rsidRPr="008B51D2" w:rsidTr="008B51D2">
        <w:tc>
          <w:tcPr>
            <w:tcW w:w="2694" w:type="dxa"/>
          </w:tcPr>
          <w:p w:rsidR="0006423B" w:rsidRPr="008B51D2" w:rsidRDefault="0006423B" w:rsidP="008B51D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8B51D2">
              <w:rPr>
                <w:rFonts w:ascii="Segoe UI Light" w:hAnsi="Segoe UI Light" w:cs="Segoe UI Light"/>
                <w:sz w:val="36"/>
                <w:szCs w:val="36"/>
              </w:rPr>
              <w:t>comprehension</w:t>
            </w:r>
          </w:p>
        </w:tc>
        <w:tc>
          <w:tcPr>
            <w:tcW w:w="2703" w:type="dxa"/>
          </w:tcPr>
          <w:p w:rsidR="0006423B" w:rsidRPr="008B51D2" w:rsidRDefault="0006423B" w:rsidP="008B51D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6423B" w:rsidRPr="008B51D2" w:rsidRDefault="0006423B" w:rsidP="008B51D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6423B" w:rsidRPr="008B51D2" w:rsidRDefault="0006423B" w:rsidP="008B51D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6423B" w:rsidRPr="008B51D2" w:rsidTr="008B51D2">
        <w:tc>
          <w:tcPr>
            <w:tcW w:w="2694" w:type="dxa"/>
          </w:tcPr>
          <w:p w:rsidR="0006423B" w:rsidRPr="008B51D2" w:rsidRDefault="0006423B" w:rsidP="008B51D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8B51D2">
              <w:rPr>
                <w:rFonts w:ascii="Segoe UI Light" w:hAnsi="Segoe UI Light" w:cs="Segoe UI Light"/>
                <w:sz w:val="36"/>
                <w:szCs w:val="36"/>
              </w:rPr>
              <w:t>pension</w:t>
            </w:r>
          </w:p>
        </w:tc>
        <w:tc>
          <w:tcPr>
            <w:tcW w:w="2703" w:type="dxa"/>
          </w:tcPr>
          <w:p w:rsidR="0006423B" w:rsidRPr="008B51D2" w:rsidRDefault="0006423B" w:rsidP="008B51D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6423B" w:rsidRPr="008B51D2" w:rsidRDefault="0006423B" w:rsidP="008B51D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6423B" w:rsidRPr="008B51D2" w:rsidRDefault="0006423B" w:rsidP="008B51D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6423B" w:rsidRPr="008B51D2" w:rsidTr="008B51D2">
        <w:tc>
          <w:tcPr>
            <w:tcW w:w="2694" w:type="dxa"/>
          </w:tcPr>
          <w:p w:rsidR="0006423B" w:rsidRPr="008B51D2" w:rsidRDefault="0006423B" w:rsidP="008B51D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8B51D2">
              <w:rPr>
                <w:rFonts w:ascii="Segoe UI Light" w:hAnsi="Segoe UI Light" w:cs="Segoe UI Light"/>
                <w:sz w:val="36"/>
                <w:szCs w:val="36"/>
              </w:rPr>
              <w:t>erosion</w:t>
            </w:r>
          </w:p>
        </w:tc>
        <w:tc>
          <w:tcPr>
            <w:tcW w:w="2703" w:type="dxa"/>
          </w:tcPr>
          <w:p w:rsidR="0006423B" w:rsidRPr="008B51D2" w:rsidRDefault="0006423B" w:rsidP="008B51D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6423B" w:rsidRPr="008B51D2" w:rsidRDefault="0006423B" w:rsidP="008B51D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6423B" w:rsidRPr="008B51D2" w:rsidRDefault="0006423B" w:rsidP="008B51D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06423B" w:rsidRPr="00F07B5A" w:rsidRDefault="0006423B">
      <w:pPr>
        <w:rPr>
          <w:rFonts w:ascii="Segoe UI Light" w:hAnsi="Segoe UI Light" w:cs="Segoe UI Light"/>
          <w:sz w:val="36"/>
          <w:szCs w:val="36"/>
        </w:rPr>
      </w:pPr>
    </w:p>
    <w:sectPr w:rsidR="0006423B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423B" w:rsidRDefault="0006423B">
      <w:r>
        <w:separator/>
      </w:r>
    </w:p>
  </w:endnote>
  <w:endnote w:type="continuationSeparator" w:id="0">
    <w:p w:rsidR="0006423B" w:rsidRDefault="000642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23B" w:rsidRDefault="0006423B" w:rsidP="00105FD3">
    <w:pPr>
      <w:pStyle w:val="Footer"/>
      <w:rPr>
        <w:sz w:val="20"/>
        <w:szCs w:val="20"/>
      </w:rPr>
    </w:pPr>
    <w:r>
      <w:rPr>
        <w:sz w:val="20"/>
        <w:szCs w:val="20"/>
      </w:rPr>
      <w:t>Swaffield Primary School 2014</w:t>
    </w:r>
  </w:p>
  <w:p w:rsidR="0006423B" w:rsidRDefault="0006423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423B" w:rsidRDefault="0006423B">
      <w:r>
        <w:separator/>
      </w:r>
    </w:p>
  </w:footnote>
  <w:footnote w:type="continuationSeparator" w:id="0">
    <w:p w:rsidR="0006423B" w:rsidRDefault="000642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57950"/>
    <w:rsid w:val="0006423B"/>
    <w:rsid w:val="000717F2"/>
    <w:rsid w:val="000975AC"/>
    <w:rsid w:val="000A4078"/>
    <w:rsid w:val="000D68B6"/>
    <w:rsid w:val="00105FD3"/>
    <w:rsid w:val="0011235B"/>
    <w:rsid w:val="001336E2"/>
    <w:rsid w:val="001822D1"/>
    <w:rsid w:val="001B1BB7"/>
    <w:rsid w:val="001D28B2"/>
    <w:rsid w:val="001E27F6"/>
    <w:rsid w:val="00231321"/>
    <w:rsid w:val="00235594"/>
    <w:rsid w:val="00253CB0"/>
    <w:rsid w:val="00264602"/>
    <w:rsid w:val="002913D2"/>
    <w:rsid w:val="002F2124"/>
    <w:rsid w:val="002F2831"/>
    <w:rsid w:val="003068BA"/>
    <w:rsid w:val="003307A2"/>
    <w:rsid w:val="0034462B"/>
    <w:rsid w:val="003943D9"/>
    <w:rsid w:val="003A03E1"/>
    <w:rsid w:val="003A498D"/>
    <w:rsid w:val="003A7F62"/>
    <w:rsid w:val="0041764F"/>
    <w:rsid w:val="00420E7A"/>
    <w:rsid w:val="00451747"/>
    <w:rsid w:val="00462340"/>
    <w:rsid w:val="00472EE9"/>
    <w:rsid w:val="0047379F"/>
    <w:rsid w:val="00491D0B"/>
    <w:rsid w:val="00493A32"/>
    <w:rsid w:val="004A72FC"/>
    <w:rsid w:val="004D2482"/>
    <w:rsid w:val="004F795A"/>
    <w:rsid w:val="00550399"/>
    <w:rsid w:val="00555CCC"/>
    <w:rsid w:val="005B06F6"/>
    <w:rsid w:val="005B35CD"/>
    <w:rsid w:val="005F2137"/>
    <w:rsid w:val="005F5400"/>
    <w:rsid w:val="00607F53"/>
    <w:rsid w:val="00610DE4"/>
    <w:rsid w:val="00615DE4"/>
    <w:rsid w:val="00634FAB"/>
    <w:rsid w:val="00652B21"/>
    <w:rsid w:val="00655063"/>
    <w:rsid w:val="006912C6"/>
    <w:rsid w:val="006A0957"/>
    <w:rsid w:val="006A2188"/>
    <w:rsid w:val="006C7C73"/>
    <w:rsid w:val="00747105"/>
    <w:rsid w:val="007606DF"/>
    <w:rsid w:val="00760AE0"/>
    <w:rsid w:val="00776EEF"/>
    <w:rsid w:val="00796625"/>
    <w:rsid w:val="007B641D"/>
    <w:rsid w:val="007E5E27"/>
    <w:rsid w:val="00886C0C"/>
    <w:rsid w:val="00895474"/>
    <w:rsid w:val="008B1CED"/>
    <w:rsid w:val="008B3CA7"/>
    <w:rsid w:val="008B51D2"/>
    <w:rsid w:val="008D72A7"/>
    <w:rsid w:val="008E2DF9"/>
    <w:rsid w:val="008F6B43"/>
    <w:rsid w:val="009A1D28"/>
    <w:rsid w:val="009B339F"/>
    <w:rsid w:val="009C6766"/>
    <w:rsid w:val="00A1772D"/>
    <w:rsid w:val="00A24174"/>
    <w:rsid w:val="00A806E2"/>
    <w:rsid w:val="00AB030A"/>
    <w:rsid w:val="00AD60DA"/>
    <w:rsid w:val="00B31C91"/>
    <w:rsid w:val="00B47958"/>
    <w:rsid w:val="00B94746"/>
    <w:rsid w:val="00C612DE"/>
    <w:rsid w:val="00C65D11"/>
    <w:rsid w:val="00C806C9"/>
    <w:rsid w:val="00C81C52"/>
    <w:rsid w:val="00C82E51"/>
    <w:rsid w:val="00CD1022"/>
    <w:rsid w:val="00CD7AFE"/>
    <w:rsid w:val="00CE0243"/>
    <w:rsid w:val="00CF3AD8"/>
    <w:rsid w:val="00CF4789"/>
    <w:rsid w:val="00CF7B1F"/>
    <w:rsid w:val="00D37ABB"/>
    <w:rsid w:val="00D60F4F"/>
    <w:rsid w:val="00DB3634"/>
    <w:rsid w:val="00DB6F33"/>
    <w:rsid w:val="00DC3EFD"/>
    <w:rsid w:val="00E036CD"/>
    <w:rsid w:val="00E2191B"/>
    <w:rsid w:val="00ED1D79"/>
    <w:rsid w:val="00EF44BD"/>
    <w:rsid w:val="00EF6473"/>
    <w:rsid w:val="00F07B5A"/>
    <w:rsid w:val="00F2332B"/>
    <w:rsid w:val="00F5777D"/>
    <w:rsid w:val="00F74158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05FD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6C35"/>
    <w:rPr>
      <w:lang w:eastAsia="en-US"/>
    </w:rPr>
  </w:style>
  <w:style w:type="paragraph" w:styleId="Footer">
    <w:name w:val="footer"/>
    <w:basedOn w:val="Normal"/>
    <w:link w:val="FooterChar"/>
    <w:uiPriority w:val="99"/>
    <w:rsid w:val="00105FD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05FD3"/>
    <w:rPr>
      <w:rFonts w:ascii="Calibri" w:hAnsi="Calibri" w:cs="Times New Roman"/>
      <w:sz w:val="22"/>
      <w:szCs w:val="22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28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32</Words>
  <Characters>189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5</cp:revision>
  <dcterms:created xsi:type="dcterms:W3CDTF">2013-12-08T13:25:00Z</dcterms:created>
  <dcterms:modified xsi:type="dcterms:W3CDTF">2014-07-09T15:49:00Z</dcterms:modified>
</cp:coreProperties>
</file>